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8B484" w14:textId="77777777" w:rsidR="00D87A25" w:rsidRPr="00397C54" w:rsidRDefault="00D87A25" w:rsidP="00D87A25">
      <w:pPr>
        <w:jc w:val="center"/>
        <w:rPr>
          <w:rFonts w:ascii="DB Office" w:hAnsi="DB Office"/>
          <w:sz w:val="20"/>
        </w:rPr>
      </w:pPr>
    </w:p>
    <w:p w14:paraId="2E121ED2" w14:textId="77777777" w:rsidR="00D87A25" w:rsidRPr="00397C54" w:rsidRDefault="00D87A25" w:rsidP="00D87A25">
      <w:pPr>
        <w:jc w:val="center"/>
        <w:rPr>
          <w:rFonts w:ascii="DB Office" w:hAnsi="DB Office"/>
        </w:rPr>
      </w:pPr>
      <w:r w:rsidRPr="00397C54">
        <w:rPr>
          <w:rFonts w:ascii="DB Office" w:hAnsi="DB Office"/>
          <w:b/>
          <w:sz w:val="24"/>
        </w:rPr>
        <w:t>Bürgschaftsurkunde</w:t>
      </w:r>
      <w:r w:rsidRPr="00397C54">
        <w:rPr>
          <w:rFonts w:ascii="DB Office" w:hAnsi="DB Office"/>
        </w:rPr>
        <w:br/>
        <w:t>(Bürgschaft für Mängelansprüche)</w:t>
      </w:r>
    </w:p>
    <w:p w14:paraId="0835233A" w14:textId="77777777" w:rsidR="00D87A25" w:rsidRPr="00397C54" w:rsidRDefault="00D87A25" w:rsidP="00D87A25">
      <w:pPr>
        <w:spacing w:line="360" w:lineRule="exact"/>
        <w:jc w:val="both"/>
        <w:outlineLvl w:val="0"/>
        <w:rPr>
          <w:rFonts w:ascii="DB Office" w:hAnsi="DB Office"/>
        </w:rPr>
      </w:pPr>
      <w:r w:rsidRPr="00397C54">
        <w:rPr>
          <w:rFonts w:ascii="DB Office" w:hAnsi="DB Office"/>
          <w:b/>
        </w:rPr>
        <w:t>Der Auftragnehmer</w:t>
      </w:r>
    </w:p>
    <w:p w14:paraId="79951FBD" w14:textId="77777777" w:rsidR="00D87A25" w:rsidRPr="00397C54" w:rsidRDefault="00D87A25" w:rsidP="00D87A25">
      <w:pPr>
        <w:pBdr>
          <w:top w:val="single" w:sz="6" w:space="0" w:color="000000"/>
          <w:left w:val="single" w:sz="6" w:space="0" w:color="000000"/>
          <w:right w:val="single" w:sz="6" w:space="0" w:color="000000"/>
        </w:pBdr>
        <w:spacing w:line="160" w:lineRule="exact"/>
        <w:jc w:val="both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Name und Sitz:</w:t>
      </w:r>
    </w:p>
    <w:p w14:paraId="68EF9449" w14:textId="77777777" w:rsidR="00D87A25" w:rsidRPr="00397C54" w:rsidRDefault="00BC7349" w:rsidP="00C8663D">
      <w:pPr>
        <w:pBdr>
          <w:left w:val="single" w:sz="6" w:space="0" w:color="000000"/>
          <w:bottom w:val="single" w:sz="6" w:space="0" w:color="000000"/>
          <w:right w:val="single" w:sz="6" w:space="0" w:color="000000"/>
        </w:pBdr>
        <w:rPr>
          <w:rFonts w:ascii="DB Office" w:hAnsi="DB Office"/>
          <w:sz w:val="20"/>
        </w:rPr>
      </w:pPr>
      <w:r w:rsidRPr="00C8663D">
        <w:rPr>
          <w:rFonts w:ascii="DB Office" w:hAnsi="DB Office"/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8663D">
        <w:rPr>
          <w:rFonts w:ascii="DB Office" w:hAnsi="DB Office"/>
          <w:sz w:val="16"/>
        </w:rPr>
        <w:instrText xml:space="preserve"> FORMTEXT </w:instrText>
      </w:r>
      <w:r w:rsidRPr="00C8663D">
        <w:rPr>
          <w:rFonts w:ascii="DB Office" w:hAnsi="DB Office"/>
          <w:sz w:val="16"/>
        </w:rPr>
      </w:r>
      <w:r w:rsidRPr="00C8663D">
        <w:rPr>
          <w:rFonts w:ascii="DB Office" w:hAnsi="DB Office"/>
          <w:sz w:val="16"/>
        </w:rPr>
        <w:fldChar w:fldCharType="separate"/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sz w:val="16"/>
        </w:rPr>
        <w:fldChar w:fldCharType="end"/>
      </w:r>
      <w:bookmarkEnd w:id="0"/>
      <w:r w:rsidR="00D87A25" w:rsidRPr="00C8663D">
        <w:rPr>
          <w:rFonts w:ascii="DB Office" w:hAnsi="DB Office"/>
          <w:sz w:val="16"/>
        </w:rPr>
        <w:br/>
      </w:r>
      <w:r w:rsidR="00813DF1" w:rsidRPr="00C8663D">
        <w:rPr>
          <w:rFonts w:ascii="DB Office" w:hAnsi="DB Office"/>
          <w:sz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" w:name="Text7"/>
      <w:r w:rsidR="00813DF1" w:rsidRPr="00C8663D">
        <w:rPr>
          <w:rFonts w:ascii="DB Office" w:hAnsi="DB Office"/>
          <w:sz w:val="16"/>
        </w:rPr>
        <w:instrText xml:space="preserve"> FORMTEXT </w:instrText>
      </w:r>
      <w:r w:rsidR="00813DF1" w:rsidRPr="00C8663D">
        <w:rPr>
          <w:rFonts w:ascii="DB Office" w:hAnsi="DB Office"/>
          <w:sz w:val="16"/>
        </w:rPr>
      </w:r>
      <w:r w:rsidR="00813DF1" w:rsidRPr="00C8663D">
        <w:rPr>
          <w:rFonts w:ascii="DB Office" w:hAnsi="DB Office"/>
          <w:sz w:val="16"/>
        </w:rPr>
        <w:fldChar w:fldCharType="separate"/>
      </w:r>
      <w:r w:rsidR="00813DF1" w:rsidRPr="00C8663D">
        <w:rPr>
          <w:rFonts w:ascii="DB Office" w:hAnsi="DB Office"/>
          <w:noProof/>
          <w:sz w:val="16"/>
        </w:rPr>
        <w:t> </w:t>
      </w:r>
      <w:r w:rsidR="00813DF1" w:rsidRPr="00C8663D">
        <w:rPr>
          <w:rFonts w:ascii="DB Office" w:hAnsi="DB Office"/>
          <w:noProof/>
          <w:sz w:val="16"/>
        </w:rPr>
        <w:t> </w:t>
      </w:r>
      <w:r w:rsidR="00813DF1" w:rsidRPr="00C8663D">
        <w:rPr>
          <w:rFonts w:ascii="DB Office" w:hAnsi="DB Office"/>
          <w:noProof/>
          <w:sz w:val="16"/>
        </w:rPr>
        <w:t> </w:t>
      </w:r>
      <w:r w:rsidR="00813DF1" w:rsidRPr="00C8663D">
        <w:rPr>
          <w:rFonts w:ascii="DB Office" w:hAnsi="DB Office"/>
          <w:noProof/>
          <w:sz w:val="16"/>
        </w:rPr>
        <w:t> </w:t>
      </w:r>
      <w:r w:rsidR="00813DF1" w:rsidRPr="00C8663D">
        <w:rPr>
          <w:rFonts w:ascii="DB Office" w:hAnsi="DB Office"/>
          <w:noProof/>
          <w:sz w:val="16"/>
        </w:rPr>
        <w:t> </w:t>
      </w:r>
      <w:r w:rsidR="00813DF1" w:rsidRPr="00C8663D">
        <w:rPr>
          <w:rFonts w:ascii="DB Office" w:hAnsi="DB Office"/>
          <w:sz w:val="16"/>
        </w:rPr>
        <w:fldChar w:fldCharType="end"/>
      </w:r>
      <w:bookmarkEnd w:id="1"/>
      <w:r w:rsidR="00D87A25" w:rsidRPr="00397C54">
        <w:rPr>
          <w:rFonts w:ascii="DB Office" w:hAnsi="DB Office"/>
        </w:rPr>
        <w:br/>
      </w:r>
    </w:p>
    <w:p w14:paraId="4A18B3D3" w14:textId="77777777" w:rsidR="00D87A25" w:rsidRPr="00397C54" w:rsidRDefault="00D87A25" w:rsidP="00D87A25">
      <w:pPr>
        <w:jc w:val="both"/>
        <w:rPr>
          <w:rFonts w:ascii="DB Office" w:hAnsi="DB Office"/>
          <w:sz w:val="10"/>
        </w:rPr>
      </w:pPr>
    </w:p>
    <w:p w14:paraId="30B7706F" w14:textId="77777777" w:rsidR="00D87A25" w:rsidRPr="00397C54" w:rsidRDefault="00D87A25" w:rsidP="00D87A25">
      <w:pPr>
        <w:spacing w:line="200" w:lineRule="exact"/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hat mit dem unten genannten Auftraggeber einen Vertrag über</w:t>
      </w:r>
    </w:p>
    <w:p w14:paraId="08611072" w14:textId="77777777" w:rsidR="00D87A25" w:rsidRPr="00397C54" w:rsidRDefault="00D87A25" w:rsidP="00D87A25">
      <w:pPr>
        <w:jc w:val="both"/>
        <w:rPr>
          <w:rFonts w:ascii="DB Office" w:hAnsi="DB Office"/>
          <w:sz w:val="10"/>
        </w:rPr>
      </w:pPr>
    </w:p>
    <w:p w14:paraId="0EC088C9" w14:textId="77777777" w:rsidR="00D87A25" w:rsidRPr="00397C54" w:rsidRDefault="00125717" w:rsidP="00D87A25">
      <w:pPr>
        <w:pBdr>
          <w:top w:val="single" w:sz="6" w:space="0" w:color="000000"/>
          <w:left w:val="single" w:sz="6" w:space="0" w:color="000000"/>
          <w:right w:val="single" w:sz="6" w:space="0" w:color="000000"/>
        </w:pBdr>
        <w:spacing w:line="160" w:lineRule="exact"/>
        <w:jc w:val="both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Bezeichnung der L</w:t>
      </w:r>
      <w:r w:rsidR="00D87A25" w:rsidRPr="00397C54">
        <w:rPr>
          <w:rFonts w:ascii="DB Office" w:hAnsi="DB Office"/>
          <w:sz w:val="16"/>
        </w:rPr>
        <w:t>eistung:</w:t>
      </w:r>
    </w:p>
    <w:bookmarkStart w:id="2" w:name="_Hlk23314980"/>
    <w:p w14:paraId="0B4C304F" w14:textId="77777777" w:rsidR="00D87A25" w:rsidRPr="00397C54" w:rsidRDefault="00C8663D" w:rsidP="00C8663D">
      <w:pPr>
        <w:pBdr>
          <w:left w:val="single" w:sz="6" w:space="0" w:color="000000"/>
          <w:bottom w:val="single" w:sz="6" w:space="0" w:color="000000"/>
          <w:right w:val="single" w:sz="6" w:space="0" w:color="000000"/>
        </w:pBdr>
        <w:rPr>
          <w:rFonts w:ascii="DB Office" w:hAnsi="DB Office"/>
          <w:sz w:val="1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VV_BEZEICHNUNG"/>
            <w:enabled/>
            <w:calcOnExit w:val="0"/>
            <w:textInput/>
          </w:ffData>
        </w:fldChar>
      </w:r>
      <w:bookmarkStart w:id="3" w:name="VV_BEZEICHNUNG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Erneuerung EÜ Gemeindeweg und EÜ Laubach, Strecke 6343 km 188,802 und km 188,795</w:t>
      </w:r>
      <w:r w:rsidRPr="00737989">
        <w:rPr>
          <w:rFonts w:ascii="DB Office" w:hAnsi="DB Office"/>
          <w:sz w:val="16"/>
        </w:rPr>
        <w:fldChar w:fldCharType="end"/>
      </w:r>
      <w:bookmarkEnd w:id="2"/>
      <w:bookmarkEnd w:id="3"/>
      <w:r w:rsidR="00D87A25" w:rsidRPr="00397C54">
        <w:rPr>
          <w:rFonts w:ascii="DB Office" w:hAnsi="DB Office"/>
        </w:rPr>
        <w:br/>
      </w:r>
    </w:p>
    <w:p w14:paraId="04E5FD67" w14:textId="77777777" w:rsidR="00D87A25" w:rsidRPr="00397C54" w:rsidRDefault="00D87A25" w:rsidP="00D87A25">
      <w:pPr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abgeschlossen.</w:t>
      </w:r>
    </w:p>
    <w:p w14:paraId="0636FC76" w14:textId="77777777" w:rsidR="00D87A25" w:rsidRPr="00397C54" w:rsidRDefault="00D87A25" w:rsidP="00D87A25">
      <w:pPr>
        <w:jc w:val="both"/>
        <w:rPr>
          <w:rFonts w:ascii="DB Office" w:hAnsi="DB Office"/>
          <w:sz w:val="10"/>
        </w:rPr>
      </w:pPr>
    </w:p>
    <w:p w14:paraId="067FFC82" w14:textId="77777777" w:rsidR="00D87A25" w:rsidRPr="00397C54" w:rsidRDefault="00D87A25" w:rsidP="00D87A25">
      <w:pPr>
        <w:pBdr>
          <w:top w:val="single" w:sz="6" w:space="0" w:color="000000"/>
          <w:left w:val="single" w:sz="6" w:space="0" w:color="000000"/>
          <w:right w:val="single" w:sz="6" w:space="0" w:color="000000"/>
        </w:pBdr>
        <w:spacing w:line="160" w:lineRule="exact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Auftraggeber Name und Sitz:</w:t>
      </w:r>
    </w:p>
    <w:bookmarkStart w:id="4" w:name="_Hlk23314990"/>
    <w:p w14:paraId="7706BF32" w14:textId="7E75DBB3" w:rsidR="001A71DB" w:rsidRDefault="00C8663D" w:rsidP="00C8663D">
      <w:pPr>
        <w:pBdr>
          <w:left w:val="single" w:sz="6" w:space="0" w:color="000000"/>
          <w:right w:val="single" w:sz="6" w:space="0" w:color="000000"/>
        </w:pBdr>
        <w:rPr>
          <w:rFonts w:ascii="DB Office" w:hAnsi="DB Office"/>
          <w:sz w:val="16"/>
        </w:rPr>
      </w:pPr>
      <w:r>
        <w:rPr>
          <w:rFonts w:ascii="DB Office" w:hAnsi="DB Office"/>
          <w:sz w:val="16"/>
        </w:rPr>
        <w:fldChar w:fldCharType="begin">
          <w:ffData>
            <w:name w:val="AG_FIRMENNAME"/>
            <w:enabled/>
            <w:calcOnExit w:val="0"/>
            <w:textInput/>
          </w:ffData>
        </w:fldChar>
      </w:r>
      <w:bookmarkStart w:id="5" w:name="AG_FIRMENNAME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 w:rsidR="00A6718C" w:rsidRPr="00A6718C">
        <w:rPr>
          <w:rFonts w:ascii="DB Office" w:hAnsi="DB Office"/>
          <w:noProof/>
          <w:sz w:val="16"/>
        </w:rPr>
        <w:t>DB InfraGo AG</w:t>
      </w:r>
      <w:r>
        <w:rPr>
          <w:rFonts w:ascii="DB Office" w:hAnsi="DB Office"/>
          <w:sz w:val="16"/>
        </w:rPr>
        <w:fldChar w:fldCharType="end"/>
      </w:r>
      <w:bookmarkEnd w:id="5"/>
      <w:r w:rsidRPr="003A67AB">
        <w:rPr>
          <w:rFonts w:ascii="DB Office" w:hAnsi="DB Office"/>
          <w:sz w:val="16"/>
        </w:rPr>
        <w:br/>
      </w:r>
      <w:r>
        <w:rPr>
          <w:rFonts w:ascii="DB Office" w:hAnsi="DB Office"/>
          <w:sz w:val="16"/>
        </w:rPr>
        <w:fldChar w:fldCharType="begin">
          <w:ffData>
            <w:name w:val="AG_STRASSE"/>
            <w:enabled/>
            <w:calcOnExit w:val="0"/>
            <w:textInput/>
          </w:ffData>
        </w:fldChar>
      </w:r>
      <w:bookmarkStart w:id="6" w:name="AG_STRASSE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 w:rsidR="00BA13A0" w:rsidRPr="00BA13A0">
        <w:rPr>
          <w:rFonts w:ascii="DB Office" w:hAnsi="DB Office"/>
          <w:noProof/>
          <w:sz w:val="16"/>
        </w:rPr>
        <w:t>Adam-Riese-Straße 11-13</w:t>
      </w:r>
      <w:r>
        <w:rPr>
          <w:rFonts w:ascii="DB Office" w:hAnsi="DB Office"/>
          <w:sz w:val="16"/>
        </w:rPr>
        <w:fldChar w:fldCharType="end"/>
      </w:r>
      <w:bookmarkEnd w:id="6"/>
      <w:r w:rsidRPr="003A67AB">
        <w:rPr>
          <w:rFonts w:ascii="DB Office" w:hAnsi="DB Office"/>
          <w:sz w:val="16"/>
        </w:rPr>
        <w:br/>
      </w:r>
      <w:r>
        <w:rPr>
          <w:rFonts w:ascii="DB Office" w:hAnsi="DB Office"/>
          <w:sz w:val="16"/>
        </w:rPr>
        <w:fldChar w:fldCharType="begin">
          <w:ffData>
            <w:name w:val="AG_PLZ"/>
            <w:enabled/>
            <w:calcOnExit w:val="0"/>
            <w:textInput/>
          </w:ffData>
        </w:fldChar>
      </w:r>
      <w:bookmarkStart w:id="7" w:name="AG_PLZ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 w:rsidR="00241EE4">
        <w:rPr>
          <w:rFonts w:ascii="DB Office" w:hAnsi="DB Office"/>
          <w:noProof/>
          <w:sz w:val="16"/>
        </w:rPr>
        <w:t>60327</w:t>
      </w:r>
      <w:r>
        <w:rPr>
          <w:rFonts w:ascii="DB Office" w:hAnsi="DB Office"/>
          <w:sz w:val="16"/>
        </w:rPr>
        <w:fldChar w:fldCharType="end"/>
      </w:r>
      <w:bookmarkEnd w:id="7"/>
      <w:r>
        <w:rPr>
          <w:rFonts w:ascii="DB Office" w:hAnsi="DB Office"/>
          <w:sz w:val="16"/>
        </w:rPr>
        <w:t xml:space="preserve"> </w:t>
      </w:r>
      <w:r>
        <w:rPr>
          <w:rFonts w:ascii="DB Office" w:hAnsi="DB Office"/>
          <w:sz w:val="16"/>
        </w:rPr>
        <w:fldChar w:fldCharType="begin">
          <w:ffData>
            <w:name w:val="AG_ORT"/>
            <w:enabled/>
            <w:calcOnExit w:val="0"/>
            <w:textInput/>
          </w:ffData>
        </w:fldChar>
      </w:r>
      <w:bookmarkStart w:id="8" w:name="AG_ORT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 w:rsidR="00241EE4" w:rsidRPr="00241EE4">
        <w:rPr>
          <w:rFonts w:ascii="DB Office" w:hAnsi="DB Office"/>
          <w:noProof/>
          <w:sz w:val="16"/>
        </w:rPr>
        <w:t>Frankfurt am Main</w:t>
      </w:r>
      <w:r>
        <w:rPr>
          <w:rFonts w:ascii="DB Office" w:hAnsi="DB Office"/>
          <w:sz w:val="16"/>
        </w:rPr>
        <w:fldChar w:fldCharType="end"/>
      </w:r>
      <w:bookmarkEnd w:id="4"/>
      <w:bookmarkEnd w:id="8"/>
    </w:p>
    <w:p w14:paraId="58E1D54D" w14:textId="77777777" w:rsidR="00C8663D" w:rsidRPr="00397C54" w:rsidRDefault="00C8663D" w:rsidP="00D87A25">
      <w:pPr>
        <w:pBdr>
          <w:left w:val="single" w:sz="6" w:space="0" w:color="000000"/>
          <w:right w:val="single" w:sz="6" w:space="0" w:color="000000"/>
        </w:pBdr>
        <w:spacing w:line="240" w:lineRule="exact"/>
        <w:rPr>
          <w:rFonts w:ascii="DB Office" w:hAnsi="DB Office"/>
          <w:sz w:val="20"/>
        </w:rPr>
      </w:pPr>
    </w:p>
    <w:p w14:paraId="6AC0D9CA" w14:textId="77777777" w:rsidR="00D87A25" w:rsidRPr="00397C54" w:rsidRDefault="00D87A25" w:rsidP="00DC16F7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rPr>
          <w:rFonts w:ascii="DB Office" w:hAnsi="DB Office"/>
          <w:sz w:val="16"/>
        </w:rPr>
      </w:pPr>
      <w:r w:rsidRPr="00397C54">
        <w:rPr>
          <w:rFonts w:ascii="DB Office" w:hAnsi="DB Office"/>
          <w:sz w:val="16"/>
        </w:rPr>
        <w:t>Nr. und Tag des Auftrags:</w:t>
      </w:r>
      <w:r w:rsidR="00813DF1">
        <w:rPr>
          <w:rFonts w:ascii="DB Office" w:hAnsi="DB Office"/>
          <w:sz w:val="16"/>
        </w:rPr>
        <w:t xml:space="preserve"> </w:t>
      </w:r>
      <w:r w:rsidR="00BC7349">
        <w:rPr>
          <w:rFonts w:ascii="DB Office" w:hAnsi="DB Office"/>
          <w:sz w:val="16"/>
        </w:rPr>
        <w:t xml:space="preserve"> </w:t>
      </w:r>
      <w:bookmarkStart w:id="9" w:name="_Hlk23315001"/>
      <w:r w:rsidR="00C8663D">
        <w:rPr>
          <w:rFonts w:ascii="DB Office" w:hAnsi="DB Office"/>
          <w:sz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0" w:name="Text5"/>
      <w:r w:rsidR="00C8663D">
        <w:rPr>
          <w:rFonts w:ascii="DB Office" w:hAnsi="DB Office"/>
          <w:sz w:val="16"/>
        </w:rPr>
        <w:instrText xml:space="preserve"> FORMTEXT </w:instrText>
      </w:r>
      <w:r w:rsidR="00C8663D">
        <w:rPr>
          <w:rFonts w:ascii="DB Office" w:hAnsi="DB Office"/>
          <w:sz w:val="16"/>
        </w:rPr>
      </w:r>
      <w:r w:rsidR="00C8663D">
        <w:rPr>
          <w:rFonts w:ascii="DB Office" w:hAnsi="DB Office"/>
          <w:sz w:val="16"/>
        </w:rPr>
        <w:fldChar w:fldCharType="separate"/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sz w:val="16"/>
        </w:rPr>
        <w:fldChar w:fldCharType="end"/>
      </w:r>
      <w:bookmarkEnd w:id="9"/>
      <w:bookmarkEnd w:id="10"/>
    </w:p>
    <w:p w14:paraId="03700D07" w14:textId="77777777" w:rsidR="00D87A25" w:rsidRPr="00397C54" w:rsidRDefault="00D87A25" w:rsidP="00D87A25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line="240" w:lineRule="exact"/>
        <w:jc w:val="both"/>
        <w:rPr>
          <w:rFonts w:ascii="DB Office" w:hAnsi="DB Office"/>
          <w:sz w:val="16"/>
        </w:rPr>
      </w:pPr>
    </w:p>
    <w:p w14:paraId="7CB07592" w14:textId="77777777" w:rsidR="00D87A25" w:rsidRPr="00397C54" w:rsidRDefault="00D87A25" w:rsidP="00D87A25">
      <w:pPr>
        <w:keepLines/>
        <w:jc w:val="both"/>
        <w:rPr>
          <w:rFonts w:ascii="DB Office" w:hAnsi="DB Office"/>
          <w:sz w:val="16"/>
        </w:rPr>
      </w:pPr>
    </w:p>
    <w:p w14:paraId="189B4C71" w14:textId="77777777" w:rsidR="00D87A25" w:rsidRPr="00397C54" w:rsidRDefault="00D87A25" w:rsidP="00D87A25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spacing w:line="160" w:lineRule="exact"/>
        <w:jc w:val="both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Vertragabwickelnde Stelle mit Sitz:</w:t>
      </w:r>
    </w:p>
    <w:bookmarkStart w:id="11" w:name="_Hlk23315006"/>
    <w:p w14:paraId="18D03BD5" w14:textId="721C19EC" w:rsidR="001A71DB" w:rsidRDefault="00C8663D" w:rsidP="00422F60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rPr>
          <w:rFonts w:ascii="DB Office" w:hAnsi="DB Office"/>
          <w:sz w:val="16"/>
        </w:rPr>
      </w:pPr>
      <w:r>
        <w:rPr>
          <w:rFonts w:ascii="DB Office" w:hAnsi="DB Office"/>
          <w:sz w:val="16"/>
        </w:rPr>
        <w:fldChar w:fldCharType="begin">
          <w:ffData>
            <w:name w:val="BT_NAME1"/>
            <w:enabled/>
            <w:calcOnExit w:val="0"/>
            <w:textInput/>
          </w:ffData>
        </w:fldChar>
      </w:r>
      <w:bookmarkStart w:id="12" w:name="BT_NAME1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 w:rsidR="00A6718C">
        <w:rPr>
          <w:rFonts w:ascii="DB Office" w:hAnsi="DB Office"/>
          <w:noProof/>
          <w:sz w:val="16"/>
        </w:rPr>
        <w:t>DB InfraGo AG</w:t>
      </w:r>
      <w:r>
        <w:rPr>
          <w:rFonts w:ascii="DB Office" w:hAnsi="DB Office"/>
          <w:sz w:val="16"/>
        </w:rPr>
        <w:fldChar w:fldCharType="end"/>
      </w:r>
      <w:bookmarkEnd w:id="12"/>
      <w:r w:rsidRPr="003A67AB">
        <w:rPr>
          <w:rFonts w:ascii="DB Office" w:hAnsi="DB Office"/>
        </w:rPr>
        <w:br/>
      </w:r>
      <w:r w:rsidRPr="00A16B20">
        <w:rPr>
          <w:rFonts w:ascii="DB Office" w:hAnsi="DB Office"/>
          <w:sz w:val="16"/>
        </w:rPr>
        <w:fldChar w:fldCharType="begin">
          <w:ffData>
            <w:name w:val="BT_STRASSE"/>
            <w:enabled/>
            <w:calcOnExit w:val="0"/>
            <w:textInput/>
          </w:ffData>
        </w:fldChar>
      </w:r>
      <w:bookmarkStart w:id="13" w:name="BT_STRASSE"/>
      <w:r w:rsidRPr="00A16B20">
        <w:rPr>
          <w:rFonts w:ascii="DB Office" w:hAnsi="DB Office"/>
          <w:sz w:val="16"/>
        </w:rPr>
        <w:instrText xml:space="preserve"> FORMTEXT </w:instrText>
      </w:r>
      <w:r w:rsidRPr="00A16B20">
        <w:rPr>
          <w:rFonts w:ascii="DB Office" w:hAnsi="DB Office"/>
          <w:sz w:val="16"/>
        </w:rPr>
      </w:r>
      <w:r w:rsidRPr="00A16B20">
        <w:rPr>
          <w:rFonts w:ascii="DB Office" w:hAnsi="DB Office"/>
          <w:sz w:val="16"/>
        </w:rPr>
        <w:fldChar w:fldCharType="separate"/>
      </w:r>
      <w:r w:rsidRPr="00A16B20">
        <w:rPr>
          <w:rFonts w:ascii="DB Office" w:hAnsi="DB Office"/>
          <w:noProof/>
          <w:sz w:val="16"/>
        </w:rPr>
        <w:t>Kölnische Straße 81</w:t>
      </w:r>
      <w:r w:rsidRPr="00A16B20">
        <w:rPr>
          <w:rFonts w:ascii="DB Office" w:hAnsi="DB Office"/>
          <w:sz w:val="16"/>
        </w:rPr>
        <w:fldChar w:fldCharType="end"/>
      </w:r>
      <w:bookmarkEnd w:id="13"/>
      <w:r w:rsidRPr="00A16B20">
        <w:rPr>
          <w:rFonts w:ascii="DB Office" w:hAnsi="DB Office"/>
          <w:sz w:val="16"/>
        </w:rPr>
        <w:br/>
      </w:r>
      <w:r w:rsidRPr="00A16B20">
        <w:rPr>
          <w:rFonts w:ascii="DB Office" w:hAnsi="DB Office"/>
          <w:sz w:val="16"/>
        </w:rPr>
        <w:fldChar w:fldCharType="begin">
          <w:ffData>
            <w:name w:val="BT_PLZ"/>
            <w:enabled/>
            <w:calcOnExit w:val="0"/>
            <w:textInput/>
          </w:ffData>
        </w:fldChar>
      </w:r>
      <w:bookmarkStart w:id="14" w:name="BT_PLZ"/>
      <w:r w:rsidRPr="00A16B20">
        <w:rPr>
          <w:rFonts w:ascii="DB Office" w:hAnsi="DB Office"/>
          <w:sz w:val="16"/>
        </w:rPr>
        <w:instrText xml:space="preserve"> FORMTEXT </w:instrText>
      </w:r>
      <w:r w:rsidRPr="00A16B20">
        <w:rPr>
          <w:rFonts w:ascii="DB Office" w:hAnsi="DB Office"/>
          <w:sz w:val="16"/>
        </w:rPr>
      </w:r>
      <w:r w:rsidRPr="00A16B20">
        <w:rPr>
          <w:rFonts w:ascii="DB Office" w:hAnsi="DB Office"/>
          <w:sz w:val="16"/>
        </w:rPr>
        <w:fldChar w:fldCharType="separate"/>
      </w:r>
      <w:r w:rsidRPr="00A16B20">
        <w:rPr>
          <w:rFonts w:ascii="DB Office" w:hAnsi="DB Office"/>
          <w:noProof/>
          <w:sz w:val="16"/>
        </w:rPr>
        <w:t>34117</w:t>
      </w:r>
      <w:r w:rsidRPr="00A16B20">
        <w:rPr>
          <w:rFonts w:ascii="DB Office" w:hAnsi="DB Office"/>
          <w:sz w:val="16"/>
        </w:rPr>
        <w:fldChar w:fldCharType="end"/>
      </w:r>
      <w:bookmarkEnd w:id="14"/>
      <w:r w:rsidRPr="00A16B20">
        <w:rPr>
          <w:rFonts w:ascii="DB Office" w:hAnsi="DB Office"/>
          <w:sz w:val="16"/>
        </w:rPr>
        <w:t xml:space="preserve"> </w:t>
      </w:r>
      <w:r w:rsidRPr="00A16B20">
        <w:rPr>
          <w:rFonts w:ascii="DB Office" w:hAnsi="DB Office"/>
          <w:sz w:val="16"/>
        </w:rPr>
        <w:fldChar w:fldCharType="begin">
          <w:ffData>
            <w:name w:val="BT_ORT"/>
            <w:enabled/>
            <w:calcOnExit w:val="0"/>
            <w:textInput/>
          </w:ffData>
        </w:fldChar>
      </w:r>
      <w:bookmarkStart w:id="15" w:name="BT_ORT"/>
      <w:r w:rsidRPr="00A16B20">
        <w:rPr>
          <w:rFonts w:ascii="DB Office" w:hAnsi="DB Office"/>
          <w:sz w:val="16"/>
        </w:rPr>
        <w:instrText xml:space="preserve"> FORMTEXT </w:instrText>
      </w:r>
      <w:r w:rsidRPr="00A16B20">
        <w:rPr>
          <w:rFonts w:ascii="DB Office" w:hAnsi="DB Office"/>
          <w:sz w:val="16"/>
        </w:rPr>
      </w:r>
      <w:r w:rsidRPr="00A16B20">
        <w:rPr>
          <w:rFonts w:ascii="DB Office" w:hAnsi="DB Office"/>
          <w:sz w:val="16"/>
        </w:rPr>
        <w:fldChar w:fldCharType="separate"/>
      </w:r>
      <w:r w:rsidRPr="00A16B20">
        <w:rPr>
          <w:rFonts w:ascii="DB Office" w:hAnsi="DB Office"/>
          <w:noProof/>
          <w:sz w:val="16"/>
        </w:rPr>
        <w:t>Kassel</w:t>
      </w:r>
      <w:r w:rsidRPr="00A16B20">
        <w:rPr>
          <w:rFonts w:ascii="DB Office" w:hAnsi="DB Office"/>
          <w:sz w:val="16"/>
        </w:rPr>
        <w:fldChar w:fldCharType="end"/>
      </w:r>
      <w:bookmarkEnd w:id="11"/>
      <w:bookmarkEnd w:id="15"/>
    </w:p>
    <w:p w14:paraId="07941760" w14:textId="77777777" w:rsidR="00C8663D" w:rsidRPr="00397C54" w:rsidRDefault="00C8663D" w:rsidP="00D87A25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jc w:val="both"/>
        <w:rPr>
          <w:rFonts w:ascii="DB Office" w:hAnsi="DB Office"/>
          <w:sz w:val="20"/>
        </w:rPr>
      </w:pPr>
    </w:p>
    <w:p w14:paraId="57516BCE" w14:textId="77777777" w:rsidR="00D87A25" w:rsidRPr="00397C54" w:rsidRDefault="00D87A25" w:rsidP="00D87A25">
      <w:pPr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</w:rPr>
        <w:br/>
      </w:r>
      <w:r w:rsidRPr="00397C54">
        <w:rPr>
          <w:rFonts w:ascii="DB Office" w:hAnsi="DB Office"/>
          <w:sz w:val="19"/>
        </w:rPr>
        <w:t xml:space="preserve">Nach den Bedingungen dieses Vertrages hat der Auftragnehmer Sicherheit für die Erfüllung der </w:t>
      </w:r>
      <w:r w:rsidR="004A1C84">
        <w:rPr>
          <w:rFonts w:ascii="DB Office" w:hAnsi="DB Office"/>
          <w:sz w:val="19"/>
        </w:rPr>
        <w:t>Mängela</w:t>
      </w:r>
      <w:r w:rsidRPr="00397C54">
        <w:rPr>
          <w:rFonts w:ascii="DB Office" w:hAnsi="DB Office"/>
          <w:sz w:val="19"/>
        </w:rPr>
        <w:t xml:space="preserve">nsprüche </w:t>
      </w:r>
      <w:r w:rsidR="004A1C84">
        <w:rPr>
          <w:rFonts w:ascii="DB Office" w:hAnsi="DB Office"/>
          <w:sz w:val="19"/>
        </w:rPr>
        <w:t>zu leisten</w:t>
      </w:r>
      <w:r w:rsidRPr="00397C54">
        <w:rPr>
          <w:rFonts w:ascii="DB Office" w:hAnsi="DB Office"/>
          <w:sz w:val="19"/>
        </w:rPr>
        <w:t>.</w:t>
      </w:r>
      <w:r w:rsidR="004A1C84">
        <w:rPr>
          <w:rFonts w:ascii="DB Office" w:hAnsi="DB Office"/>
          <w:sz w:val="19"/>
        </w:rPr>
        <w:t xml:space="preserve"> </w:t>
      </w:r>
      <w:r w:rsidR="004A1C84" w:rsidRPr="004A1C84">
        <w:rPr>
          <w:rFonts w:ascii="DB Office" w:hAnsi="DB Office"/>
          <w:sz w:val="19"/>
        </w:rPr>
        <w:t>Er leistet die Sicherheit in Form dieser Bürgschaft.</w:t>
      </w:r>
    </w:p>
    <w:p w14:paraId="69A1A4EF" w14:textId="77777777" w:rsidR="00D87A25" w:rsidRPr="00397C54" w:rsidRDefault="00D87A25" w:rsidP="00D87A25">
      <w:pPr>
        <w:spacing w:line="360" w:lineRule="exact"/>
        <w:jc w:val="both"/>
        <w:outlineLvl w:val="0"/>
        <w:rPr>
          <w:rFonts w:ascii="DB Office" w:hAnsi="DB Office"/>
        </w:rPr>
      </w:pPr>
      <w:r w:rsidRPr="00397C54">
        <w:rPr>
          <w:rFonts w:ascii="DB Office" w:hAnsi="DB Office"/>
          <w:b/>
        </w:rPr>
        <w:t>Der Bürge</w:t>
      </w:r>
    </w:p>
    <w:p w14:paraId="794162A0" w14:textId="77777777" w:rsidR="00D87A25" w:rsidRPr="00397C54" w:rsidRDefault="00D87A25" w:rsidP="00D87A25">
      <w:pPr>
        <w:pBdr>
          <w:top w:val="single" w:sz="6" w:space="0" w:color="000000"/>
          <w:left w:val="single" w:sz="6" w:space="0" w:color="000000"/>
          <w:right w:val="single" w:sz="6" w:space="0" w:color="000000"/>
        </w:pBdr>
        <w:spacing w:line="160" w:lineRule="exact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Name und Anschrift:</w:t>
      </w:r>
    </w:p>
    <w:bookmarkStart w:id="16" w:name="_Hlk23315013"/>
    <w:p w14:paraId="5C71935A" w14:textId="77777777" w:rsidR="00C8663D" w:rsidRPr="00A51701" w:rsidRDefault="00C8663D" w:rsidP="00C8663D">
      <w:pPr>
        <w:pBdr>
          <w:left w:val="single" w:sz="6" w:space="0" w:color="000000"/>
          <w:bottom w:val="single" w:sz="6" w:space="0" w:color="000000"/>
          <w:right w:val="single" w:sz="6" w:space="0" w:color="000000"/>
        </w:pBd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7" w:name="Text8"/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7"/>
      <w:r w:rsidRPr="00A51701">
        <w:rPr>
          <w:rFonts w:ascii="DB Office" w:hAnsi="DB Office"/>
          <w:sz w:val="16"/>
        </w:rPr>
        <w:br/>
      </w:r>
    </w:p>
    <w:p w14:paraId="0C2ECE06" w14:textId="77777777" w:rsidR="00D87A25" w:rsidRPr="00397C54" w:rsidRDefault="00C8663D" w:rsidP="00C8663D">
      <w:pPr>
        <w:pBdr>
          <w:left w:val="single" w:sz="6" w:space="0" w:color="000000"/>
          <w:bottom w:val="single" w:sz="6" w:space="0" w:color="000000"/>
          <w:right w:val="single" w:sz="6" w:space="0" w:color="000000"/>
        </w:pBdr>
        <w:rPr>
          <w:rFonts w:ascii="DB Office" w:hAnsi="DB Office"/>
          <w:sz w:val="20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8" w:name="Text16"/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6"/>
      <w:bookmarkEnd w:id="18"/>
      <w:r w:rsidR="00D87A25" w:rsidRPr="00397C54">
        <w:rPr>
          <w:rFonts w:ascii="DB Office" w:hAnsi="DB Office"/>
          <w:sz w:val="20"/>
        </w:rPr>
        <w:br/>
      </w:r>
    </w:p>
    <w:p w14:paraId="7AA265FD" w14:textId="77777777" w:rsidR="00D87A25" w:rsidRPr="00397C54" w:rsidRDefault="00D87A25" w:rsidP="00D87A25">
      <w:pPr>
        <w:rPr>
          <w:rFonts w:ascii="DB Office" w:hAnsi="DB Office"/>
          <w:sz w:val="16"/>
        </w:rPr>
      </w:pPr>
    </w:p>
    <w:p w14:paraId="432F8263" w14:textId="77777777" w:rsidR="00D87A25" w:rsidRPr="00397C54" w:rsidRDefault="00D87A25" w:rsidP="00D87A25">
      <w:pPr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übernimmt hiermit für den Auftragnehmer die selbstschuldnerische Bürgschaft nach deutschem Recht und verpflichtet sich, jeden Bet</w:t>
      </w:r>
      <w:r w:rsidR="00D04120" w:rsidRPr="00397C54">
        <w:rPr>
          <w:rFonts w:ascii="DB Office" w:hAnsi="DB Office"/>
          <w:sz w:val="19"/>
        </w:rPr>
        <w:t>rag bis zu einer Gesamthöhe von</w:t>
      </w:r>
    </w:p>
    <w:p w14:paraId="10A9E3F6" w14:textId="77777777" w:rsidR="00D87A25" w:rsidRPr="00397C54" w:rsidRDefault="00D87A25" w:rsidP="00D87A25">
      <w:pPr>
        <w:spacing w:line="120" w:lineRule="exact"/>
        <w:rPr>
          <w:rFonts w:ascii="DB Office" w:hAnsi="DB Office"/>
          <w:sz w:val="19"/>
        </w:rPr>
      </w:pPr>
    </w:p>
    <w:p w14:paraId="609B1F98" w14:textId="77777777" w:rsidR="00D87A25" w:rsidRPr="00397C54" w:rsidRDefault="001A71DB" w:rsidP="00D87A25">
      <w:pPr>
        <w:rPr>
          <w:rFonts w:ascii="DB Office" w:hAnsi="DB Office"/>
          <w:sz w:val="19"/>
        </w:rPr>
      </w:pPr>
      <w:r w:rsidRPr="00C8663D">
        <w:rPr>
          <w:rFonts w:ascii="DB Office" w:hAnsi="DB Office"/>
          <w:sz w:val="16"/>
        </w:rPr>
        <w:fldChar w:fldCharType="begin">
          <w:ffData>
            <w:name w:val="Text18"/>
            <w:enabled/>
            <w:calcOnExit w:val="0"/>
            <w:textInput>
              <w:type w:val="number"/>
              <w:format w:val="#.##0,00"/>
            </w:textInput>
          </w:ffData>
        </w:fldChar>
      </w:r>
      <w:bookmarkStart w:id="19" w:name="Text18"/>
      <w:r w:rsidRPr="00C8663D">
        <w:rPr>
          <w:rFonts w:ascii="DB Office" w:hAnsi="DB Office"/>
          <w:sz w:val="16"/>
        </w:rPr>
        <w:instrText xml:space="preserve"> FORMTEXT </w:instrText>
      </w:r>
      <w:r w:rsidRPr="00C8663D">
        <w:rPr>
          <w:rFonts w:ascii="DB Office" w:hAnsi="DB Office"/>
          <w:sz w:val="16"/>
        </w:rPr>
      </w:r>
      <w:r w:rsidRPr="00C8663D">
        <w:rPr>
          <w:rFonts w:ascii="DB Office" w:hAnsi="DB Office"/>
          <w:sz w:val="16"/>
        </w:rPr>
        <w:fldChar w:fldCharType="separate"/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sz w:val="16"/>
        </w:rPr>
        <w:fldChar w:fldCharType="end"/>
      </w:r>
      <w:bookmarkEnd w:id="19"/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 w:rsidRPr="00C8663D">
        <w:rPr>
          <w:rFonts w:ascii="DB Office" w:hAnsi="DB Office"/>
          <w:sz w:val="16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20" w:name="Text13"/>
      <w:r w:rsidR="00813DF1" w:rsidRPr="00C8663D">
        <w:rPr>
          <w:rFonts w:ascii="DB Office" w:hAnsi="DB Office"/>
          <w:sz w:val="16"/>
        </w:rPr>
        <w:instrText xml:space="preserve"> FORMTEXT </w:instrText>
      </w:r>
      <w:r w:rsidR="00813DF1" w:rsidRPr="00C8663D">
        <w:rPr>
          <w:rFonts w:ascii="DB Office" w:hAnsi="DB Office"/>
          <w:sz w:val="16"/>
        </w:rPr>
      </w:r>
      <w:r w:rsidR="00813DF1" w:rsidRPr="00C8663D">
        <w:rPr>
          <w:rFonts w:ascii="DB Office" w:hAnsi="DB Office"/>
          <w:sz w:val="16"/>
        </w:rPr>
        <w:fldChar w:fldCharType="separate"/>
      </w:r>
      <w:r w:rsidR="00813DF1" w:rsidRPr="00C8663D">
        <w:rPr>
          <w:rFonts w:ascii="DB Office" w:hAnsi="DB Office"/>
          <w:noProof/>
          <w:sz w:val="16"/>
        </w:rPr>
        <w:t> </w:t>
      </w:r>
      <w:r w:rsidR="00813DF1" w:rsidRPr="00C8663D">
        <w:rPr>
          <w:rFonts w:ascii="DB Office" w:hAnsi="DB Office"/>
          <w:noProof/>
          <w:sz w:val="16"/>
        </w:rPr>
        <w:t> </w:t>
      </w:r>
      <w:r w:rsidR="00813DF1" w:rsidRPr="00C8663D">
        <w:rPr>
          <w:rFonts w:ascii="DB Office" w:hAnsi="DB Office"/>
          <w:noProof/>
          <w:sz w:val="16"/>
        </w:rPr>
        <w:t> </w:t>
      </w:r>
      <w:r w:rsidR="00813DF1" w:rsidRPr="00C8663D">
        <w:rPr>
          <w:rFonts w:ascii="DB Office" w:hAnsi="DB Office"/>
          <w:noProof/>
          <w:sz w:val="16"/>
        </w:rPr>
        <w:t> </w:t>
      </w:r>
      <w:r w:rsidR="00813DF1" w:rsidRPr="00C8663D">
        <w:rPr>
          <w:rFonts w:ascii="DB Office" w:hAnsi="DB Office"/>
          <w:noProof/>
          <w:sz w:val="16"/>
        </w:rPr>
        <w:t> </w:t>
      </w:r>
      <w:r w:rsidR="00813DF1" w:rsidRPr="00C8663D">
        <w:rPr>
          <w:rFonts w:ascii="DB Office" w:hAnsi="DB Office"/>
          <w:sz w:val="16"/>
        </w:rPr>
        <w:fldChar w:fldCharType="end"/>
      </w:r>
      <w:bookmarkEnd w:id="20"/>
    </w:p>
    <w:p w14:paraId="3A17F225" w14:textId="77777777" w:rsidR="00D87A25" w:rsidRPr="00397C54" w:rsidRDefault="00D87A25" w:rsidP="00D87A25">
      <w:pPr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..................................</w:t>
      </w:r>
      <w:r w:rsidR="00D04120" w:rsidRPr="00397C54">
        <w:rPr>
          <w:rFonts w:ascii="DB Office" w:hAnsi="DB Office"/>
          <w:sz w:val="19"/>
        </w:rPr>
        <w:t>....................... EUR, (i.</w:t>
      </w:r>
      <w:r w:rsidR="00BC1C43" w:rsidRPr="00397C54">
        <w:rPr>
          <w:rFonts w:ascii="DB Office" w:hAnsi="DB Office"/>
          <w:sz w:val="19"/>
        </w:rPr>
        <w:t xml:space="preserve"> </w:t>
      </w:r>
      <w:r w:rsidR="00D04120" w:rsidRPr="00397C54">
        <w:rPr>
          <w:rFonts w:ascii="DB Office" w:hAnsi="DB Office"/>
          <w:sz w:val="19"/>
        </w:rPr>
        <w:t xml:space="preserve">W. </w:t>
      </w:r>
      <w:r w:rsidRPr="00397C54">
        <w:rPr>
          <w:rFonts w:ascii="DB Office" w:hAnsi="DB Office"/>
          <w:sz w:val="19"/>
        </w:rPr>
        <w:t>...................................................................................................Euro)</w:t>
      </w:r>
    </w:p>
    <w:p w14:paraId="43B14CCF" w14:textId="77777777" w:rsidR="00D87A25" w:rsidRPr="00397C54" w:rsidRDefault="00D87A25" w:rsidP="00D87A25">
      <w:pPr>
        <w:rPr>
          <w:rFonts w:ascii="DB Office" w:hAnsi="DB Office"/>
          <w:sz w:val="19"/>
        </w:rPr>
      </w:pPr>
    </w:p>
    <w:p w14:paraId="03DC731A" w14:textId="77777777" w:rsidR="00D87A25" w:rsidRPr="00397C54" w:rsidRDefault="00D87A25" w:rsidP="00D87A25">
      <w:pPr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an den Auftraggeber zu zahlen.</w:t>
      </w:r>
    </w:p>
    <w:p w14:paraId="3B384E04" w14:textId="77777777" w:rsidR="00D87A25" w:rsidRPr="00397C54" w:rsidRDefault="00D87A25" w:rsidP="00D87A25">
      <w:pPr>
        <w:spacing w:line="120" w:lineRule="exact"/>
        <w:jc w:val="both"/>
        <w:rPr>
          <w:rFonts w:ascii="DB Office" w:hAnsi="DB Office"/>
          <w:sz w:val="10"/>
        </w:rPr>
      </w:pPr>
    </w:p>
    <w:p w14:paraId="7A15B150" w14:textId="77777777" w:rsidR="00D87A25" w:rsidRPr="00397C54" w:rsidRDefault="00D87A25" w:rsidP="00D87A25">
      <w:pPr>
        <w:spacing w:line="200" w:lineRule="exact"/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 xml:space="preserve">Auf die Einrede der </w:t>
      </w:r>
      <w:r w:rsidR="00B56B55" w:rsidRPr="00397C54">
        <w:rPr>
          <w:rFonts w:ascii="DB Office" w:hAnsi="DB Office"/>
          <w:sz w:val="19"/>
        </w:rPr>
        <w:t>Voraus</w:t>
      </w:r>
      <w:r w:rsidR="00FF62B3" w:rsidRPr="00397C54">
        <w:rPr>
          <w:rFonts w:ascii="DB Office" w:hAnsi="DB Office"/>
          <w:sz w:val="19"/>
        </w:rPr>
        <w:t>k</w:t>
      </w:r>
      <w:r w:rsidR="00B56B55" w:rsidRPr="00397C54">
        <w:rPr>
          <w:rFonts w:ascii="DB Office" w:hAnsi="DB Office"/>
          <w:sz w:val="19"/>
        </w:rPr>
        <w:t>lage gemäß</w:t>
      </w:r>
      <w:r w:rsidRPr="00397C54">
        <w:rPr>
          <w:rFonts w:ascii="DB Office" w:hAnsi="DB Office"/>
          <w:sz w:val="19"/>
        </w:rPr>
        <w:t xml:space="preserve"> § 771 BGB </w:t>
      </w:r>
      <w:r w:rsidR="00D04120" w:rsidRPr="00397C54">
        <w:rPr>
          <w:rFonts w:ascii="DB Office" w:hAnsi="DB Office"/>
          <w:sz w:val="19"/>
        </w:rPr>
        <w:t>wird verzichtet</w:t>
      </w:r>
      <w:r w:rsidR="008307C2">
        <w:rPr>
          <w:rFonts w:ascii="DB Office" w:hAnsi="DB Office"/>
          <w:sz w:val="19"/>
        </w:rPr>
        <w:t>.</w:t>
      </w:r>
    </w:p>
    <w:p w14:paraId="2D403D4E" w14:textId="77777777" w:rsidR="00D87A25" w:rsidRPr="00397C54" w:rsidRDefault="00D87A25" w:rsidP="00D87A25">
      <w:pPr>
        <w:spacing w:line="120" w:lineRule="exact"/>
        <w:jc w:val="both"/>
        <w:rPr>
          <w:rFonts w:ascii="DB Office" w:hAnsi="DB Office"/>
          <w:sz w:val="10"/>
        </w:rPr>
      </w:pPr>
    </w:p>
    <w:p w14:paraId="147C9AE7" w14:textId="77777777" w:rsidR="00D87A25" w:rsidRPr="00397C54" w:rsidRDefault="00D87A25" w:rsidP="004A1C84">
      <w:pPr>
        <w:spacing w:line="200" w:lineRule="exact"/>
        <w:jc w:val="both"/>
        <w:outlineLvl w:val="0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Die Bürgschaft ist unbefristet; sie erlischt mit der Rückgabe dieser Bürgschaftsurkunde.</w:t>
      </w:r>
      <w:r w:rsidR="00496E98">
        <w:rPr>
          <w:rFonts w:ascii="DB Office" w:hAnsi="DB Office"/>
          <w:sz w:val="19"/>
        </w:rPr>
        <w:t xml:space="preserve"> </w:t>
      </w:r>
      <w:r w:rsidR="004A1C84" w:rsidRPr="004A1C84">
        <w:rPr>
          <w:rFonts w:ascii="DB Office" w:hAnsi="DB Office"/>
          <w:sz w:val="19"/>
        </w:rPr>
        <w:t>Die</w:t>
      </w:r>
      <w:r w:rsidR="004A1C84">
        <w:rPr>
          <w:rFonts w:ascii="DB Office" w:hAnsi="DB Office"/>
          <w:sz w:val="19"/>
        </w:rPr>
        <w:t xml:space="preserve"> </w:t>
      </w:r>
      <w:r w:rsidR="004A1C84" w:rsidRPr="004A1C84">
        <w:rPr>
          <w:rFonts w:ascii="DB Office" w:hAnsi="DB Office"/>
          <w:sz w:val="19"/>
        </w:rPr>
        <w:t>Bürgschaftsforderung verjährt nicht vor der gesicherten Hauptforderung. Nach Abschluss des</w:t>
      </w:r>
      <w:r w:rsidR="004A1C84">
        <w:rPr>
          <w:rFonts w:ascii="DB Office" w:hAnsi="DB Office"/>
          <w:sz w:val="19"/>
        </w:rPr>
        <w:t xml:space="preserve"> </w:t>
      </w:r>
      <w:r w:rsidR="004A1C84" w:rsidRPr="004A1C84">
        <w:rPr>
          <w:rFonts w:ascii="DB Office" w:hAnsi="DB Office"/>
          <w:sz w:val="19"/>
        </w:rPr>
        <w:t>Bürgschaftsvertrages getroffene Vereinbarungen über die Verjährung der Hauptforderung zwischen dem</w:t>
      </w:r>
      <w:r w:rsidR="004A1C84">
        <w:rPr>
          <w:rFonts w:ascii="DB Office" w:hAnsi="DB Office"/>
          <w:sz w:val="19"/>
        </w:rPr>
        <w:t xml:space="preserve"> </w:t>
      </w:r>
      <w:r w:rsidR="004A1C84" w:rsidRPr="004A1C84">
        <w:rPr>
          <w:rFonts w:ascii="DB Office" w:hAnsi="DB Office"/>
          <w:sz w:val="19"/>
        </w:rPr>
        <w:t>Auftraggeber und dem Auftragnehmer sind für den Bürgen nur im Falle seiner schriftlichen Zustimmung</w:t>
      </w:r>
      <w:r w:rsidR="004A1C84">
        <w:rPr>
          <w:rFonts w:ascii="DB Office" w:hAnsi="DB Office"/>
          <w:sz w:val="19"/>
        </w:rPr>
        <w:t xml:space="preserve"> </w:t>
      </w:r>
      <w:r w:rsidR="004A1C84" w:rsidRPr="004A1C84">
        <w:rPr>
          <w:rFonts w:ascii="DB Office" w:hAnsi="DB Office"/>
          <w:sz w:val="19"/>
        </w:rPr>
        <w:t>bindend.</w:t>
      </w:r>
    </w:p>
    <w:p w14:paraId="0B4F40ED" w14:textId="77777777" w:rsidR="00D87A25" w:rsidRPr="00397C54" w:rsidRDefault="00D87A25" w:rsidP="00D87A25">
      <w:pPr>
        <w:spacing w:line="120" w:lineRule="exact"/>
        <w:jc w:val="both"/>
        <w:rPr>
          <w:rFonts w:ascii="DB Office" w:hAnsi="DB Office"/>
          <w:sz w:val="10"/>
        </w:rPr>
      </w:pPr>
    </w:p>
    <w:p w14:paraId="7A7A6FA1" w14:textId="77777777" w:rsidR="00D87A25" w:rsidRDefault="00D87A25" w:rsidP="00D87A25">
      <w:pPr>
        <w:spacing w:line="200" w:lineRule="exact"/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Der Gerichtsstand richtet sich ausschließlich nach dem Ort, der bei der Firmierung des Auftraggebers angegeben ist.</w:t>
      </w:r>
    </w:p>
    <w:p w14:paraId="461961C8" w14:textId="77777777" w:rsidR="00C8663D" w:rsidRDefault="00C8663D" w:rsidP="00D87A25">
      <w:pPr>
        <w:spacing w:line="200" w:lineRule="exact"/>
        <w:jc w:val="both"/>
        <w:rPr>
          <w:rFonts w:ascii="DB Office" w:hAnsi="DB Office"/>
          <w:sz w:val="19"/>
        </w:rPr>
      </w:pPr>
    </w:p>
    <w:p w14:paraId="56C91DE1" w14:textId="77777777" w:rsidR="00C8663D" w:rsidRDefault="00C8663D" w:rsidP="00D87A25">
      <w:pPr>
        <w:spacing w:line="200" w:lineRule="exact"/>
        <w:jc w:val="both"/>
        <w:rPr>
          <w:rFonts w:ascii="DB Office" w:hAnsi="DB Office"/>
          <w:sz w:val="19"/>
        </w:rPr>
      </w:pPr>
    </w:p>
    <w:p w14:paraId="7C8C33FA" w14:textId="77777777" w:rsidR="00C8663D" w:rsidRPr="00397C54" w:rsidRDefault="00C8663D" w:rsidP="00D87A25">
      <w:pPr>
        <w:spacing w:line="200" w:lineRule="exact"/>
        <w:jc w:val="both"/>
        <w:rPr>
          <w:rFonts w:ascii="DB Office" w:hAnsi="DB Office"/>
          <w:sz w:val="19"/>
        </w:rPr>
      </w:pPr>
    </w:p>
    <w:p w14:paraId="29B2E599" w14:textId="77777777" w:rsidR="00D87A25" w:rsidRPr="00397C54" w:rsidRDefault="00D87A25" w:rsidP="00D87A25">
      <w:pPr>
        <w:jc w:val="both"/>
        <w:rPr>
          <w:rFonts w:ascii="DB Office" w:hAnsi="DB Office"/>
          <w:sz w:val="19"/>
        </w:rPr>
      </w:pPr>
    </w:p>
    <w:bookmarkStart w:id="21" w:name="_Hlk23315168"/>
    <w:p w14:paraId="4F1EE816" w14:textId="77777777" w:rsidR="00C8663D" w:rsidRPr="002312B9" w:rsidRDefault="00C8663D" w:rsidP="00C8663D">
      <w:pPr>
        <w:rPr>
          <w:rFonts w:ascii="DB Office" w:hAnsi="DB Office"/>
          <w:sz w:val="2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2" w:name="Text19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22"/>
      <w:r>
        <w:rPr>
          <w:rFonts w:ascii="DB Office" w:hAnsi="DB Office"/>
          <w:sz w:val="20"/>
        </w:rPr>
        <w:t xml:space="preserve"> </w:t>
      </w:r>
      <w:r w:rsidRPr="00737989">
        <w:rPr>
          <w:rFonts w:ascii="DB Office" w:hAnsi="DB Office"/>
          <w:sz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3" w:name="Text20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23"/>
    </w:p>
    <w:bookmarkEnd w:id="21"/>
    <w:p w14:paraId="6FBA7519" w14:textId="77777777" w:rsidR="00D87A25" w:rsidRPr="00397C54" w:rsidRDefault="00D87A25" w:rsidP="00D87A25">
      <w:pPr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................................................................</w:t>
      </w:r>
      <w:r w:rsidRPr="00397C54">
        <w:rPr>
          <w:rFonts w:ascii="DB Office" w:hAnsi="DB Office"/>
        </w:rPr>
        <w:t xml:space="preserve">         </w:t>
      </w:r>
      <w:r w:rsidR="00813DF1">
        <w:rPr>
          <w:rFonts w:ascii="DB Office" w:hAnsi="DB Office"/>
        </w:rPr>
        <w:t xml:space="preserve">             </w:t>
      </w:r>
      <w:r w:rsidRPr="00397C54">
        <w:rPr>
          <w:rFonts w:ascii="DB Office" w:hAnsi="DB Office"/>
        </w:rPr>
        <w:t xml:space="preserve">    </w:t>
      </w:r>
      <w:r w:rsidRPr="00397C54">
        <w:rPr>
          <w:rFonts w:ascii="DB Office" w:hAnsi="DB Office"/>
          <w:sz w:val="16"/>
        </w:rPr>
        <w:t xml:space="preserve"> .................................................................................................................</w:t>
      </w:r>
      <w:r w:rsidRPr="00397C54">
        <w:rPr>
          <w:rFonts w:ascii="DB Office" w:hAnsi="DB Office"/>
        </w:rPr>
        <w:br/>
      </w:r>
      <w:r w:rsidRPr="00397C54">
        <w:rPr>
          <w:rFonts w:ascii="DB Office" w:hAnsi="DB Office"/>
          <w:sz w:val="16"/>
        </w:rPr>
        <w:t>(Ort, Datum)</w:t>
      </w:r>
      <w:r w:rsidRPr="00397C54">
        <w:rPr>
          <w:rFonts w:ascii="DB Office" w:hAnsi="DB Office"/>
        </w:rPr>
        <w:t xml:space="preserve">                               </w:t>
      </w:r>
      <w:r w:rsidR="00813DF1">
        <w:rPr>
          <w:rFonts w:ascii="DB Office" w:hAnsi="DB Office"/>
          <w:sz w:val="16"/>
        </w:rPr>
        <w:t xml:space="preserve">          </w:t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Pr="00397C54">
        <w:rPr>
          <w:rFonts w:ascii="DB Office" w:hAnsi="DB Office"/>
          <w:sz w:val="16"/>
        </w:rPr>
        <w:t xml:space="preserve"> (Unterschrift(en) des Bürgen)</w:t>
      </w:r>
    </w:p>
    <w:p w14:paraId="5F2B2981" w14:textId="77777777" w:rsidR="00D87A25" w:rsidRPr="00397C54" w:rsidRDefault="00D87A25" w:rsidP="00D87A25">
      <w:pPr>
        <w:spacing w:line="360" w:lineRule="exact"/>
        <w:jc w:val="right"/>
        <w:rPr>
          <w:rFonts w:ascii="DB Office" w:hAnsi="DB Office"/>
          <w:sz w:val="20"/>
        </w:rPr>
      </w:pPr>
      <w:r w:rsidRPr="00397C54">
        <w:rPr>
          <w:rFonts w:ascii="DB Office" w:hAnsi="DB Office"/>
          <w:sz w:val="20"/>
        </w:rPr>
        <w:sym w:font="Monotype Sorts" w:char="006F"/>
      </w:r>
    </w:p>
    <w:p w14:paraId="15E42996" w14:textId="77777777" w:rsidR="00715ECB" w:rsidRPr="00397C54" w:rsidRDefault="00715ECB">
      <w:pPr>
        <w:rPr>
          <w:rFonts w:ascii="DB Office" w:hAnsi="DB Office"/>
        </w:rPr>
      </w:pPr>
    </w:p>
    <w:sectPr w:rsidR="00715ECB" w:rsidRPr="00397C5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type w:val="continuous"/>
      <w:pgSz w:w="11907" w:h="16840" w:code="9"/>
      <w:pgMar w:top="851" w:right="851" w:bottom="1673" w:left="85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3912E" w14:textId="77777777" w:rsidR="00C43336" w:rsidRDefault="00C43336">
      <w:r>
        <w:separator/>
      </w:r>
    </w:p>
  </w:endnote>
  <w:endnote w:type="continuationSeparator" w:id="0">
    <w:p w14:paraId="74854B0E" w14:textId="77777777" w:rsidR="00C43336" w:rsidRDefault="00C4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7059E" w14:textId="77777777" w:rsidR="00514624" w:rsidRDefault="00514624">
    <w:pPr>
      <w:pStyle w:val="FuzeileLinks"/>
      <w:pBdr>
        <w:top w:val="single" w:sz="6" w:space="1" w:color="auto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514624" w14:paraId="1D8AD04C" w14:textId="77777777">
      <w:tc>
        <w:tcPr>
          <w:tcW w:w="1701" w:type="dxa"/>
        </w:tcPr>
        <w:p w14:paraId="3A09491B" w14:textId="77777777" w:rsidR="00514624" w:rsidRDefault="00514624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B56B55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14:paraId="114656B8" w14:textId="77777777" w:rsidR="00514624" w:rsidRDefault="00514624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14:paraId="52799660" w14:textId="77777777" w:rsidR="00514624" w:rsidRDefault="00514624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>Gültig ab: xx.xx.xxxx</w:t>
          </w:r>
        </w:p>
      </w:tc>
    </w:tr>
  </w:tbl>
  <w:p w14:paraId="7165AAE7" w14:textId="77777777" w:rsidR="00514624" w:rsidRDefault="0051462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514624" w14:paraId="15CB70CE" w14:textId="77777777">
      <w:tc>
        <w:tcPr>
          <w:tcW w:w="1701" w:type="dxa"/>
        </w:tcPr>
        <w:p w14:paraId="7A7113A5" w14:textId="77777777" w:rsidR="00514624" w:rsidRPr="003B1245" w:rsidRDefault="00E27880" w:rsidP="00C57F19">
          <w:pPr>
            <w:pStyle w:val="FuzeileRechts"/>
            <w:rPr>
              <w:rFonts w:ascii="DB Office" w:hAnsi="DB Office"/>
              <w:b/>
            </w:rPr>
          </w:pPr>
          <w:r w:rsidRPr="003B1245">
            <w:rPr>
              <w:rFonts w:ascii="DB Office" w:hAnsi="DB Office"/>
              <w:b/>
            </w:rPr>
            <w:t>20</w:t>
          </w:r>
          <w:r w:rsidR="00C57F19">
            <w:rPr>
              <w:rFonts w:ascii="DB Office" w:hAnsi="DB Office"/>
              <w:b/>
            </w:rPr>
            <w:t>8</w:t>
          </w:r>
          <w:r w:rsidR="00715ECB" w:rsidRPr="003B1245">
            <w:rPr>
              <w:rFonts w:ascii="DB Office" w:hAnsi="DB Office"/>
              <w:b/>
            </w:rPr>
            <w:t>.</w:t>
          </w:r>
          <w:r w:rsidR="00C57F19">
            <w:rPr>
              <w:rFonts w:ascii="DB Office" w:hAnsi="DB Office"/>
              <w:b/>
            </w:rPr>
            <w:t>35</w:t>
          </w:r>
          <w:r w:rsidR="00715ECB" w:rsidRPr="003B1245">
            <w:rPr>
              <w:rFonts w:ascii="DB Office" w:hAnsi="DB Office"/>
              <w:b/>
            </w:rPr>
            <w:t>0</w:t>
          </w:r>
          <w:r w:rsidRPr="003B1245">
            <w:rPr>
              <w:rFonts w:ascii="DB Office" w:hAnsi="DB Office"/>
              <w:b/>
            </w:rPr>
            <w:t>0</w:t>
          </w:r>
          <w:r w:rsidR="00514624" w:rsidRPr="003B1245">
            <w:rPr>
              <w:rFonts w:ascii="DB Office" w:hAnsi="DB Office"/>
              <w:b/>
            </w:rPr>
            <w:t>V</w:t>
          </w:r>
          <w:r w:rsidRPr="003B1245">
            <w:rPr>
              <w:rFonts w:ascii="DB Office" w:hAnsi="DB Office"/>
              <w:b/>
            </w:rPr>
            <w:t>04</w:t>
          </w:r>
        </w:p>
      </w:tc>
      <w:tc>
        <w:tcPr>
          <w:tcW w:w="6236" w:type="dxa"/>
        </w:tcPr>
        <w:p w14:paraId="5F0B893D" w14:textId="77777777" w:rsidR="00514624" w:rsidRPr="003B1245" w:rsidRDefault="00715ECB">
          <w:pPr>
            <w:pStyle w:val="FuzeileRechts"/>
            <w:ind w:right="0"/>
            <w:rPr>
              <w:rFonts w:ascii="DB Office" w:hAnsi="DB Office"/>
            </w:rPr>
          </w:pPr>
          <w:r w:rsidRPr="003B1245">
            <w:rPr>
              <w:rFonts w:ascii="DB Office" w:hAnsi="DB Office"/>
            </w:rPr>
            <w:t>Bürgschein Mängelansprüche</w:t>
          </w:r>
          <w:r w:rsidR="00E61C18" w:rsidRPr="003B1245">
            <w:rPr>
              <w:rFonts w:ascii="DB Office" w:hAnsi="DB Office"/>
            </w:rPr>
            <w:t xml:space="preserve"> (für Bauleistungen)</w:t>
          </w:r>
        </w:p>
      </w:tc>
      <w:tc>
        <w:tcPr>
          <w:tcW w:w="2268" w:type="dxa"/>
        </w:tcPr>
        <w:p w14:paraId="589CE35E" w14:textId="77777777" w:rsidR="00514624" w:rsidRPr="003B1245" w:rsidRDefault="00514624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3B1245">
            <w:rPr>
              <w:rFonts w:ascii="DB Office" w:hAnsi="DB Office"/>
            </w:rPr>
            <w:t xml:space="preserve">Seite </w:t>
          </w:r>
          <w:r w:rsidRPr="003B1245">
            <w:rPr>
              <w:rFonts w:ascii="DB Office" w:hAnsi="DB Office"/>
            </w:rPr>
            <w:fldChar w:fldCharType="begin"/>
          </w:r>
          <w:r w:rsidRPr="003B1245">
            <w:rPr>
              <w:rFonts w:ascii="DB Office" w:hAnsi="DB Office"/>
            </w:rPr>
            <w:instrText xml:space="preserve"> PAGE  \* MERGEFORMAT </w:instrText>
          </w:r>
          <w:r w:rsidRPr="003B1245">
            <w:rPr>
              <w:rFonts w:ascii="DB Office" w:hAnsi="DB Office"/>
            </w:rPr>
            <w:fldChar w:fldCharType="separate"/>
          </w:r>
          <w:r w:rsidR="004A4D87">
            <w:rPr>
              <w:rFonts w:ascii="DB Office" w:hAnsi="DB Office"/>
              <w:noProof/>
            </w:rPr>
            <w:t>1</w:t>
          </w:r>
          <w:r w:rsidRPr="003B1245">
            <w:rPr>
              <w:rFonts w:ascii="DB Office" w:hAnsi="DB Office"/>
            </w:rPr>
            <w:fldChar w:fldCharType="end"/>
          </w:r>
        </w:p>
      </w:tc>
    </w:tr>
    <w:tr w:rsidR="00514624" w14:paraId="339655F9" w14:textId="77777777">
      <w:tc>
        <w:tcPr>
          <w:tcW w:w="1701" w:type="dxa"/>
        </w:tcPr>
        <w:p w14:paraId="38B358A4" w14:textId="77777777" w:rsidR="00514624" w:rsidRPr="00C57F19" w:rsidRDefault="00C57F19">
          <w:pPr>
            <w:pStyle w:val="FuzeileRechts"/>
            <w:rPr>
              <w:rFonts w:ascii="DB Office" w:hAnsi="DB Office"/>
              <w:b/>
              <w:sz w:val="20"/>
            </w:rPr>
          </w:pPr>
          <w:r w:rsidRPr="00C57F19">
            <w:rPr>
              <w:rFonts w:ascii="DB Office" w:hAnsi="DB Office"/>
              <w:b/>
              <w:sz w:val="20"/>
            </w:rPr>
            <w:t>200.0201V04 (alt)</w:t>
          </w:r>
        </w:p>
      </w:tc>
      <w:tc>
        <w:tcPr>
          <w:tcW w:w="6236" w:type="dxa"/>
        </w:tcPr>
        <w:p w14:paraId="535C6232" w14:textId="77777777" w:rsidR="00514624" w:rsidRPr="003B1245" w:rsidRDefault="00514624">
          <w:pPr>
            <w:pStyle w:val="FuzeileRechts"/>
            <w:rPr>
              <w:rFonts w:ascii="DB Office" w:hAnsi="DB Office"/>
              <w:sz w:val="16"/>
            </w:rPr>
          </w:pPr>
          <w:r w:rsidRPr="003B1245">
            <w:rPr>
              <w:rFonts w:ascii="DB Office" w:hAnsi="DB Office"/>
              <w:sz w:val="16"/>
            </w:rPr>
            <w:t xml:space="preserve">Fachautor: </w:t>
          </w:r>
          <w:r w:rsidR="0068693E">
            <w:rPr>
              <w:rFonts w:ascii="DB Office" w:hAnsi="DB Office"/>
              <w:sz w:val="16"/>
            </w:rPr>
            <w:t>HLI 2(3</w:t>
          </w:r>
          <w:r w:rsidR="006F7A80" w:rsidRPr="003B1245">
            <w:rPr>
              <w:rFonts w:ascii="DB Office" w:hAnsi="DB Office"/>
              <w:sz w:val="16"/>
            </w:rPr>
            <w:t>)</w:t>
          </w:r>
          <w:r w:rsidR="005C124B">
            <w:rPr>
              <w:rFonts w:ascii="DB Office" w:hAnsi="DB Office"/>
              <w:sz w:val="16"/>
            </w:rPr>
            <w:t xml:space="preserve"> |</w:t>
          </w:r>
          <w:r w:rsidR="00715ECB" w:rsidRPr="003B1245">
            <w:rPr>
              <w:rFonts w:ascii="DB Office" w:hAnsi="DB Office"/>
              <w:sz w:val="16"/>
            </w:rPr>
            <w:t xml:space="preserve"> </w:t>
          </w:r>
          <w:r w:rsidR="003B1245" w:rsidRPr="003B1245">
            <w:rPr>
              <w:rFonts w:ascii="DB Office" w:hAnsi="DB Office"/>
              <w:sz w:val="16"/>
            </w:rPr>
            <w:t>Dr. Ben Balkowski</w:t>
          </w:r>
          <w:r w:rsidR="005C124B">
            <w:rPr>
              <w:rFonts w:ascii="DB Office" w:hAnsi="DB Office"/>
              <w:sz w:val="16"/>
            </w:rPr>
            <w:t xml:space="preserve"> |</w:t>
          </w:r>
          <w:r w:rsidRPr="003B1245">
            <w:rPr>
              <w:rFonts w:ascii="DB Office" w:hAnsi="DB Office"/>
              <w:sz w:val="16"/>
            </w:rPr>
            <w:t xml:space="preserve"> Tel.: </w:t>
          </w:r>
          <w:r w:rsidR="003B1245" w:rsidRPr="003B1245">
            <w:rPr>
              <w:rFonts w:ascii="DB Office" w:hAnsi="DB Office"/>
              <w:sz w:val="16"/>
            </w:rPr>
            <w:t>+49</w:t>
          </w:r>
          <w:r w:rsidR="005C124B">
            <w:rPr>
              <w:rFonts w:ascii="DB Office" w:hAnsi="DB Office"/>
              <w:sz w:val="16"/>
            </w:rPr>
            <w:t xml:space="preserve"> </w:t>
          </w:r>
          <w:r w:rsidR="00E27880" w:rsidRPr="003B1245">
            <w:rPr>
              <w:rFonts w:ascii="DB Office" w:hAnsi="DB Office"/>
              <w:sz w:val="16"/>
            </w:rPr>
            <w:t>3</w:t>
          </w:r>
          <w:r w:rsidR="003B1245" w:rsidRPr="003B1245">
            <w:rPr>
              <w:rFonts w:ascii="DB Office" w:hAnsi="DB Office"/>
              <w:sz w:val="16"/>
            </w:rPr>
            <w:t>0</w:t>
          </w:r>
          <w:r w:rsidR="00E27880" w:rsidRPr="003B1245">
            <w:rPr>
              <w:rFonts w:ascii="DB Office" w:hAnsi="DB Office"/>
              <w:sz w:val="16"/>
            </w:rPr>
            <w:t xml:space="preserve"> </w:t>
          </w:r>
          <w:r w:rsidR="003B1245" w:rsidRPr="003B1245">
            <w:rPr>
              <w:rFonts w:ascii="DB Office" w:hAnsi="DB Office"/>
              <w:sz w:val="16"/>
            </w:rPr>
            <w:t>297</w:t>
          </w:r>
          <w:r w:rsidR="00E27880" w:rsidRPr="003B1245">
            <w:rPr>
              <w:rFonts w:ascii="DB Office" w:hAnsi="DB Office"/>
              <w:sz w:val="16"/>
            </w:rPr>
            <w:t>-</w:t>
          </w:r>
          <w:r w:rsidR="003B1245" w:rsidRPr="003B1245">
            <w:rPr>
              <w:rFonts w:ascii="DB Office" w:hAnsi="DB Office"/>
              <w:sz w:val="16"/>
            </w:rPr>
            <w:t>55908</w:t>
          </w:r>
          <w:r w:rsidR="005C124B">
            <w:rPr>
              <w:rFonts w:ascii="DB Office" w:hAnsi="DB Office"/>
              <w:sz w:val="16"/>
            </w:rPr>
            <w:t>; intern: 999 55908</w:t>
          </w:r>
        </w:p>
      </w:tc>
      <w:tc>
        <w:tcPr>
          <w:tcW w:w="2268" w:type="dxa"/>
        </w:tcPr>
        <w:p w14:paraId="1A2FF11B" w14:textId="77777777" w:rsidR="00514624" w:rsidRDefault="00514624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 w:rsidRPr="003B1245">
            <w:rPr>
              <w:rFonts w:ascii="DB Office" w:hAnsi="DB Office"/>
              <w:sz w:val="16"/>
            </w:rPr>
            <w:t xml:space="preserve">Gültig ab: </w:t>
          </w:r>
          <w:r w:rsidR="00454820">
            <w:rPr>
              <w:rFonts w:ascii="DB Office" w:hAnsi="DB Office"/>
              <w:sz w:val="16"/>
            </w:rPr>
            <w:t>01</w:t>
          </w:r>
          <w:r w:rsidR="005C124B">
            <w:rPr>
              <w:rFonts w:ascii="DB Office" w:hAnsi="DB Office"/>
              <w:sz w:val="16"/>
            </w:rPr>
            <w:t>.</w:t>
          </w:r>
          <w:r w:rsidR="00F12EBE">
            <w:rPr>
              <w:rFonts w:ascii="DB Office" w:hAnsi="DB Office"/>
              <w:sz w:val="16"/>
            </w:rPr>
            <w:t>06</w:t>
          </w:r>
          <w:r w:rsidR="005C124B">
            <w:rPr>
              <w:rFonts w:ascii="DB Office" w:hAnsi="DB Office"/>
              <w:sz w:val="16"/>
            </w:rPr>
            <w:t>.20</w:t>
          </w:r>
          <w:r w:rsidR="0068693E">
            <w:rPr>
              <w:rFonts w:ascii="DB Office" w:hAnsi="DB Office"/>
              <w:sz w:val="16"/>
            </w:rPr>
            <w:t>2</w:t>
          </w:r>
          <w:r w:rsidR="00F12EBE">
            <w:rPr>
              <w:rFonts w:ascii="DB Office" w:hAnsi="DB Office"/>
              <w:sz w:val="16"/>
            </w:rPr>
            <w:t>1</w:t>
          </w:r>
        </w:p>
        <w:p w14:paraId="3C416396" w14:textId="77777777" w:rsidR="00455ADF" w:rsidRPr="003B1245" w:rsidRDefault="00455ADF" w:rsidP="003D594B">
          <w:pPr>
            <w:pStyle w:val="FuzeileRechts"/>
            <w:spacing w:before="0"/>
            <w:ind w:right="57"/>
            <w:jc w:val="right"/>
            <w:rPr>
              <w:rFonts w:ascii="DB Office" w:hAnsi="DB Office"/>
              <w:sz w:val="16"/>
            </w:rPr>
          </w:pPr>
        </w:p>
      </w:tc>
    </w:tr>
  </w:tbl>
  <w:p w14:paraId="296CFB30" w14:textId="77777777" w:rsidR="00514624" w:rsidRDefault="0051462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37A49" w14:textId="77777777" w:rsidR="00C43336" w:rsidRDefault="00C43336">
      <w:r>
        <w:separator/>
      </w:r>
    </w:p>
  </w:footnote>
  <w:footnote w:type="continuationSeparator" w:id="0">
    <w:p w14:paraId="0EA15951" w14:textId="77777777" w:rsidR="00C43336" w:rsidRDefault="00C43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20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514624" w14:paraId="421135DF" w14:textId="77777777">
      <w:tc>
        <w:tcPr>
          <w:tcW w:w="4112" w:type="dxa"/>
          <w:tcBorders>
            <w:top w:val="single" w:sz="4" w:space="0" w:color="auto"/>
            <w:right w:val="single" w:sz="4" w:space="0" w:color="auto"/>
          </w:tcBorders>
        </w:tcPr>
        <w:p w14:paraId="36646E62" w14:textId="77777777" w:rsidR="00514624" w:rsidRDefault="00514624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Hauptgruppe</w:t>
          </w:r>
        </w:p>
        <w:p w14:paraId="45EB6ECE" w14:textId="77777777" w:rsidR="00514624" w:rsidRDefault="00514624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II</w:t>
          </w:r>
        </w:p>
      </w:tc>
      <w:tc>
        <w:tcPr>
          <w:tcW w:w="4394" w:type="dxa"/>
          <w:gridSpan w:val="2"/>
          <w:tcBorders>
            <w:top w:val="single" w:sz="4" w:space="0" w:color="auto"/>
            <w:left w:val="single" w:sz="4" w:space="0" w:color="auto"/>
          </w:tcBorders>
        </w:tcPr>
        <w:p w14:paraId="7406C06E" w14:textId="77777777" w:rsidR="00514624" w:rsidRDefault="00514624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Untergruppe</w:t>
          </w:r>
        </w:p>
      </w:tc>
    </w:tr>
    <w:tr w:rsidR="00514624" w14:paraId="6060F844" w14:textId="77777777">
      <w:tc>
        <w:tcPr>
          <w:tcW w:w="6380" w:type="dxa"/>
          <w:gridSpan w:val="2"/>
        </w:tcPr>
        <w:p w14:paraId="294C73DF" w14:textId="77777777" w:rsidR="00514624" w:rsidRDefault="00514624">
          <w:pPr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Regelwerkstitel</w:t>
          </w:r>
        </w:p>
      </w:tc>
      <w:tc>
        <w:tcPr>
          <w:tcW w:w="2126" w:type="dxa"/>
        </w:tcPr>
        <w:p w14:paraId="7505ECE7" w14:textId="77777777" w:rsidR="00514624" w:rsidRDefault="00514624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001.0101</w:t>
          </w:r>
        </w:p>
        <w:p w14:paraId="7F5E5146" w14:textId="77777777" w:rsidR="00514624" w:rsidRDefault="00514624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Seite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PAGE  \* MERGEFORMAT </w:instrText>
          </w:r>
          <w:r>
            <w:rPr>
              <w:rFonts w:ascii="Arial" w:hAnsi="Arial"/>
              <w:b/>
            </w:rPr>
            <w:fldChar w:fldCharType="separate"/>
          </w:r>
          <w:r>
            <w:rPr>
              <w:rFonts w:ascii="Arial" w:hAnsi="Arial"/>
              <w:b/>
              <w:noProof/>
            </w:rPr>
            <w:t>4</w:t>
          </w:r>
          <w:r>
            <w:rPr>
              <w:rFonts w:ascii="Arial" w:hAnsi="Arial"/>
              <w:b/>
            </w:rPr>
            <w:fldChar w:fldCharType="end"/>
          </w:r>
          <w:r>
            <w:rPr>
              <w:rFonts w:ascii="Arial" w:hAnsi="Arial"/>
              <w:b/>
            </w:rPr>
            <w:t xml:space="preserve"> von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NUMPAGES  \* MERGEFORMAT </w:instrText>
          </w:r>
          <w:r>
            <w:rPr>
              <w:rFonts w:ascii="Arial" w:hAnsi="Arial"/>
              <w:b/>
            </w:rPr>
            <w:fldChar w:fldCharType="separate"/>
          </w:r>
          <w:r w:rsidR="00986AB8">
            <w:rPr>
              <w:rFonts w:ascii="Arial" w:hAnsi="Arial"/>
              <w:b/>
              <w:noProof/>
            </w:rPr>
            <w:t>1</w:t>
          </w:r>
          <w:r>
            <w:rPr>
              <w:rFonts w:ascii="Arial" w:hAnsi="Arial"/>
              <w:b/>
            </w:rPr>
            <w:fldChar w:fldCharType="end"/>
          </w:r>
        </w:p>
      </w:tc>
    </w:tr>
  </w:tbl>
  <w:p w14:paraId="03214311" w14:textId="77777777" w:rsidR="00514624" w:rsidRDefault="00514624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DCF90" w14:textId="77777777" w:rsidR="00514624" w:rsidRDefault="00514624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5718231">
    <w:abstractNumId w:val="0"/>
  </w:num>
  <w:num w:numId="2" w16cid:durableId="867138551">
    <w:abstractNumId w:val="1"/>
  </w:num>
  <w:num w:numId="3" w16cid:durableId="2093891259">
    <w:abstractNumId w:val="12"/>
  </w:num>
  <w:num w:numId="4" w16cid:durableId="1071925222">
    <w:abstractNumId w:val="6"/>
  </w:num>
  <w:num w:numId="5" w16cid:durableId="2066636748">
    <w:abstractNumId w:val="9"/>
  </w:num>
  <w:num w:numId="6" w16cid:durableId="1545557542">
    <w:abstractNumId w:val="13"/>
  </w:num>
  <w:num w:numId="7" w16cid:durableId="1069697040">
    <w:abstractNumId w:val="3"/>
  </w:num>
  <w:num w:numId="8" w16cid:durableId="1142236691">
    <w:abstractNumId w:val="15"/>
  </w:num>
  <w:num w:numId="9" w16cid:durableId="1849831387">
    <w:abstractNumId w:val="16"/>
  </w:num>
  <w:num w:numId="10" w16cid:durableId="622342332">
    <w:abstractNumId w:val="4"/>
  </w:num>
  <w:num w:numId="11" w16cid:durableId="1201087733">
    <w:abstractNumId w:val="10"/>
  </w:num>
  <w:num w:numId="12" w16cid:durableId="1919556437">
    <w:abstractNumId w:val="8"/>
  </w:num>
  <w:num w:numId="13" w16cid:durableId="1125660182">
    <w:abstractNumId w:val="7"/>
  </w:num>
  <w:num w:numId="14" w16cid:durableId="881132050">
    <w:abstractNumId w:val="14"/>
  </w:num>
  <w:num w:numId="15" w16cid:durableId="567693662">
    <w:abstractNumId w:val="2"/>
  </w:num>
  <w:num w:numId="16" w16cid:durableId="1388146077">
    <w:abstractNumId w:val="11"/>
  </w:num>
  <w:num w:numId="17" w16cid:durableId="19087589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624"/>
    <w:rsid w:val="0000323E"/>
    <w:rsid w:val="000307CD"/>
    <w:rsid w:val="00067221"/>
    <w:rsid w:val="0007309F"/>
    <w:rsid w:val="000852AD"/>
    <w:rsid w:val="000B3AAC"/>
    <w:rsid w:val="000D7E4A"/>
    <w:rsid w:val="00125717"/>
    <w:rsid w:val="0016405E"/>
    <w:rsid w:val="0018057A"/>
    <w:rsid w:val="001A71DB"/>
    <w:rsid w:val="001B09C2"/>
    <w:rsid w:val="001F6B59"/>
    <w:rsid w:val="00241EE4"/>
    <w:rsid w:val="002806E1"/>
    <w:rsid w:val="00300E56"/>
    <w:rsid w:val="00327454"/>
    <w:rsid w:val="003368D7"/>
    <w:rsid w:val="00361757"/>
    <w:rsid w:val="00373751"/>
    <w:rsid w:val="00382596"/>
    <w:rsid w:val="00392060"/>
    <w:rsid w:val="00396996"/>
    <w:rsid w:val="00397C54"/>
    <w:rsid w:val="003B1245"/>
    <w:rsid w:val="003D594B"/>
    <w:rsid w:val="00422F60"/>
    <w:rsid w:val="004533B5"/>
    <w:rsid w:val="00454820"/>
    <w:rsid w:val="00455ADF"/>
    <w:rsid w:val="0047664E"/>
    <w:rsid w:val="00486301"/>
    <w:rsid w:val="00490214"/>
    <w:rsid w:val="00493DC1"/>
    <w:rsid w:val="00496E98"/>
    <w:rsid w:val="004A1C84"/>
    <w:rsid w:val="004A4D87"/>
    <w:rsid w:val="004D349D"/>
    <w:rsid w:val="00514624"/>
    <w:rsid w:val="00551E33"/>
    <w:rsid w:val="005636E8"/>
    <w:rsid w:val="005835A9"/>
    <w:rsid w:val="005C124B"/>
    <w:rsid w:val="005C5F1F"/>
    <w:rsid w:val="005E3507"/>
    <w:rsid w:val="0060030B"/>
    <w:rsid w:val="0062278C"/>
    <w:rsid w:val="00630F9A"/>
    <w:rsid w:val="0063747E"/>
    <w:rsid w:val="00647578"/>
    <w:rsid w:val="00676A21"/>
    <w:rsid w:val="0068693E"/>
    <w:rsid w:val="006C210B"/>
    <w:rsid w:val="006C50FC"/>
    <w:rsid w:val="006C5E77"/>
    <w:rsid w:val="006E03D2"/>
    <w:rsid w:val="006F3528"/>
    <w:rsid w:val="006F443C"/>
    <w:rsid w:val="006F5CDF"/>
    <w:rsid w:val="006F7A80"/>
    <w:rsid w:val="00715ECB"/>
    <w:rsid w:val="007A389B"/>
    <w:rsid w:val="007E60B8"/>
    <w:rsid w:val="007E7B12"/>
    <w:rsid w:val="008069AA"/>
    <w:rsid w:val="00813DF1"/>
    <w:rsid w:val="008307C2"/>
    <w:rsid w:val="008443D3"/>
    <w:rsid w:val="00875EAD"/>
    <w:rsid w:val="00895894"/>
    <w:rsid w:val="00927793"/>
    <w:rsid w:val="00986AB8"/>
    <w:rsid w:val="00A03E5D"/>
    <w:rsid w:val="00A1016D"/>
    <w:rsid w:val="00A128CA"/>
    <w:rsid w:val="00A3495F"/>
    <w:rsid w:val="00A6718C"/>
    <w:rsid w:val="00A7127E"/>
    <w:rsid w:val="00A80689"/>
    <w:rsid w:val="00AA5210"/>
    <w:rsid w:val="00AB7224"/>
    <w:rsid w:val="00AC7AE6"/>
    <w:rsid w:val="00AF23B0"/>
    <w:rsid w:val="00B02BD7"/>
    <w:rsid w:val="00B129DC"/>
    <w:rsid w:val="00B21CAE"/>
    <w:rsid w:val="00B35325"/>
    <w:rsid w:val="00B35A51"/>
    <w:rsid w:val="00B56B55"/>
    <w:rsid w:val="00B71C2E"/>
    <w:rsid w:val="00BA13A0"/>
    <w:rsid w:val="00BA373D"/>
    <w:rsid w:val="00BA612B"/>
    <w:rsid w:val="00BC1A18"/>
    <w:rsid w:val="00BC1C43"/>
    <w:rsid w:val="00BC7349"/>
    <w:rsid w:val="00C43336"/>
    <w:rsid w:val="00C57F19"/>
    <w:rsid w:val="00C76B2B"/>
    <w:rsid w:val="00C8663D"/>
    <w:rsid w:val="00C91B48"/>
    <w:rsid w:val="00CA16F5"/>
    <w:rsid w:val="00CE2767"/>
    <w:rsid w:val="00CE2FB7"/>
    <w:rsid w:val="00D04120"/>
    <w:rsid w:val="00D72731"/>
    <w:rsid w:val="00D7280B"/>
    <w:rsid w:val="00D87A25"/>
    <w:rsid w:val="00DC16F7"/>
    <w:rsid w:val="00DE1ED9"/>
    <w:rsid w:val="00DE416A"/>
    <w:rsid w:val="00DF0FA2"/>
    <w:rsid w:val="00E0625D"/>
    <w:rsid w:val="00E27880"/>
    <w:rsid w:val="00E61C18"/>
    <w:rsid w:val="00E716D5"/>
    <w:rsid w:val="00E77415"/>
    <w:rsid w:val="00E80135"/>
    <w:rsid w:val="00EA1D6A"/>
    <w:rsid w:val="00EA710D"/>
    <w:rsid w:val="00ED1D97"/>
    <w:rsid w:val="00ED48D4"/>
    <w:rsid w:val="00F12EBE"/>
    <w:rsid w:val="00F316F4"/>
    <w:rsid w:val="00F77CB2"/>
    <w:rsid w:val="00FB5E45"/>
    <w:rsid w:val="00FE5847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513B68"/>
  <w15:chartTrackingRefBased/>
  <w15:docId w15:val="{43C55C5E-DB48-4DAF-859B-894123D64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A25"/>
    <w:rPr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</w:rPr>
  </w:style>
  <w:style w:type="paragraph" w:styleId="Sprechblasentext">
    <w:name w:val="Balloon Text"/>
    <w:basedOn w:val="Standard"/>
    <w:link w:val="SprechblasentextZchn"/>
    <w:rsid w:val="003D594B"/>
    <w:rPr>
      <w:rFonts w:ascii="Segoe UI" w:hAnsi="Segoe UI" w:cs="Segoe UI"/>
      <w:sz w:val="18"/>
      <w:szCs w:val="18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</w:rPr>
  </w:style>
  <w:style w:type="character" w:customStyle="1" w:styleId="SprechblasentextZchn">
    <w:name w:val="Sprechblasentext Zchn"/>
    <w:link w:val="Sprechblasentext"/>
    <w:rsid w:val="003D594B"/>
    <w:rPr>
      <w:rFonts w:ascii="Segoe UI" w:hAnsi="Segoe UI" w:cs="Segoe UI"/>
      <w:sz w:val="18"/>
      <w:szCs w:val="18"/>
    </w:rPr>
  </w:style>
  <w:style w:type="character" w:styleId="Kommentarzeichen">
    <w:name w:val="annotation reference"/>
    <w:rsid w:val="004A1C8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A1C8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4A1C84"/>
  </w:style>
  <w:style w:type="paragraph" w:styleId="Kommentarthema">
    <w:name w:val="annotation subject"/>
    <w:basedOn w:val="Kommentartext"/>
    <w:next w:val="Kommentartext"/>
    <w:link w:val="KommentarthemaZchn"/>
    <w:rsid w:val="004A1C84"/>
    <w:rPr>
      <w:b/>
      <w:bCs/>
    </w:rPr>
  </w:style>
  <w:style w:type="character" w:customStyle="1" w:styleId="KommentarthemaZchn">
    <w:name w:val="Kommentarthema Zchn"/>
    <w:link w:val="Kommentarthema"/>
    <w:rsid w:val="004A1C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1_Regelwerk_Bauleistungen\1%20Neu%20202.03%20-%201134\Vordruck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5283-6d24-4946-b7ea-8265136b65f1">
      <Terms xmlns="http://schemas.microsoft.com/office/infopath/2007/PartnerControls"/>
    </lcf76f155ced4ddcb4097134ff3c332f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B4A495C7E31646860B0B511890D848" ma:contentTypeVersion="21" ma:contentTypeDescription="Create a new document." ma:contentTypeScope="" ma:versionID="95eec04788099ac74067dfc4015c2d20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a9ecf06a7fa46e7eb07a4c38734b9cc4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29CCA7-EC16-41CF-AAAF-EF7A378C0C9E}">
  <ds:schemaRefs>
    <ds:schemaRef ds:uri="http://schemas.microsoft.com/office/2006/metadata/properties"/>
    <ds:schemaRef ds:uri="http://schemas.microsoft.com/office/infopath/2007/PartnerControls"/>
    <ds:schemaRef ds:uri="d7995283-6d24-4946-b7ea-8265136b65f1"/>
    <ds:schemaRef ds:uri="bb69967f-a149-496f-9ac6-d4314be6fa10"/>
  </ds:schemaRefs>
</ds:datastoreItem>
</file>

<file path=customXml/itemProps2.xml><?xml version="1.0" encoding="utf-8"?>
<ds:datastoreItem xmlns:ds="http://schemas.openxmlformats.org/officeDocument/2006/customXml" ds:itemID="{A309AC32-9DA7-468C-8072-46888816D1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C07AF1-EC5C-4C86-9836-A7523E6F8093}"/>
</file>

<file path=docProps/app.xml><?xml version="1.0" encoding="utf-8"?>
<Properties xmlns="http://schemas.openxmlformats.org/officeDocument/2006/extended-properties" xmlns:vt="http://schemas.openxmlformats.org/officeDocument/2006/docPropsVTypes">
  <Template>Vordrucke</Template>
  <TotalTime>0</TotalTime>
  <Pages>1</Pages>
  <Words>308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Bürgschein Mängelansprüche</vt:lpstr>
    </vt:vector>
  </TitlesOfParts>
  <Company>Deutsche Bundesbank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Bürgschein Mängelansprüche</dc:title>
  <dc:subject>Bauleistungen einkaufen</dc:subject>
  <dc:creator>Steffen Hantschick</dc:creator>
  <cp:keywords/>
  <cp:lastModifiedBy>Kerstin Querhammer</cp:lastModifiedBy>
  <cp:revision>5</cp:revision>
  <cp:lastPrinted>2011-06-24T07:55:00Z</cp:lastPrinted>
  <dcterms:created xsi:type="dcterms:W3CDTF">2024-06-21T14:15:00Z</dcterms:created>
  <dcterms:modified xsi:type="dcterms:W3CDTF">2025-12-04T13:27:00Z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MediaServiceImageTags">
    <vt:lpwstr/>
  </property>
</Properties>
</file>